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033BADEC" w:rsidR="001B0560" w:rsidRPr="00C609E5" w:rsidRDefault="00C609E5" w:rsidP="00C609E5">
      <w:pPr>
        <w:ind w:left="3540" w:hanging="3540"/>
      </w:pPr>
      <w:r>
        <w:t>investiční akce malého rozsahu:</w:t>
      </w:r>
      <w:r>
        <w:tab/>
      </w:r>
      <w:r w:rsidR="000F75ED">
        <w:rPr>
          <w:b/>
        </w:rPr>
        <w:t>Doplnění závor na přejezdu P3942</w:t>
      </w:r>
      <w:r w:rsidRPr="00C609E5">
        <w:rPr>
          <w:b/>
        </w:rPr>
        <w:t xml:space="preserve"> v km </w:t>
      </w:r>
      <w:r w:rsidR="000F75ED">
        <w:rPr>
          <w:b/>
        </w:rPr>
        <w:t xml:space="preserve">134,452 trati Hrušovany nad Jevišovkou – Brno </w:t>
      </w:r>
      <w:r w:rsidR="00DA2C26">
        <w:rPr>
          <w:b/>
        </w:rPr>
        <w:t xml:space="preserve">- </w:t>
      </w:r>
      <w:r w:rsidR="000F75ED">
        <w:rPr>
          <w:b/>
        </w:rPr>
        <w:t xml:space="preserve">Hor. Heršpice </w:t>
      </w:r>
      <w:r w:rsidR="00DA2C26">
        <w:rPr>
          <w:b/>
        </w:rPr>
        <w:t xml:space="preserve">- </w:t>
      </w:r>
      <w:r w:rsidR="000F75ED">
        <w:rPr>
          <w:b/>
        </w:rPr>
        <w:t>St. silnice</w:t>
      </w:r>
    </w:p>
    <w:p w14:paraId="32AAD9DB" w14:textId="62A2FFCD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36694905" w:rsidR="001B0560" w:rsidRDefault="001B0560" w:rsidP="001B0560"/>
    <w:p w14:paraId="105DDE09" w14:textId="238BD814" w:rsidR="001B0560" w:rsidRPr="001F0AB1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1F0AB1">
        <w:t>S</w:t>
      </w:r>
      <w:r w:rsidR="003211C2">
        <w:t> </w:t>
      </w:r>
      <w:r w:rsidR="001F0AB1" w:rsidRPr="001F0AB1">
        <w:t>622</w:t>
      </w:r>
      <w:r w:rsidR="003211C2">
        <w:t> </w:t>
      </w:r>
      <w:r w:rsidR="001F0AB1" w:rsidRPr="001F0AB1">
        <w:t>000</w:t>
      </w:r>
      <w:r w:rsidR="003211C2">
        <w:t> </w:t>
      </w:r>
      <w:r w:rsidR="001F0AB1" w:rsidRPr="001F0AB1">
        <w:t>368</w:t>
      </w:r>
    </w:p>
    <w:p w14:paraId="4FAEA509" w14:textId="18534CBD" w:rsidR="000F75ED" w:rsidRPr="001F0AB1" w:rsidRDefault="001B0560" w:rsidP="000F75ED">
      <w:pPr>
        <w:ind w:left="3540" w:hanging="3540"/>
      </w:pPr>
      <w:r w:rsidRPr="001F0AB1">
        <w:t xml:space="preserve">Název projektu: </w:t>
      </w:r>
      <w:r w:rsidRPr="001F0AB1">
        <w:tab/>
      </w:r>
      <w:r w:rsidR="000F75ED" w:rsidRPr="001F0AB1">
        <w:t>„</w:t>
      </w:r>
      <w:r w:rsidR="000F75ED" w:rsidRPr="001F0AB1">
        <w:rPr>
          <w:b/>
        </w:rPr>
        <w:t xml:space="preserve">Doplnění závor na přejezdu P3942 v km 134,452 trati Hrušovany nad Jevišovkou – Brno </w:t>
      </w:r>
      <w:r w:rsidR="00DA2C26">
        <w:rPr>
          <w:b/>
        </w:rPr>
        <w:t>-</w:t>
      </w:r>
      <w:r w:rsidR="00DA2C26" w:rsidRPr="001F0AB1">
        <w:rPr>
          <w:b/>
        </w:rPr>
        <w:t xml:space="preserve"> </w:t>
      </w:r>
      <w:r w:rsidR="000F75ED" w:rsidRPr="001F0AB1">
        <w:rPr>
          <w:b/>
        </w:rPr>
        <w:t xml:space="preserve">Hor. Heršpice </w:t>
      </w:r>
      <w:r w:rsidR="00DA2C26">
        <w:rPr>
          <w:b/>
        </w:rPr>
        <w:t>-</w:t>
      </w:r>
      <w:r w:rsidR="00DA2C26" w:rsidRPr="001F0AB1">
        <w:rPr>
          <w:b/>
        </w:rPr>
        <w:t xml:space="preserve"> </w:t>
      </w:r>
      <w:r w:rsidR="000F75ED" w:rsidRPr="001F0AB1">
        <w:rPr>
          <w:b/>
        </w:rPr>
        <w:t>St. silnice“</w:t>
      </w:r>
    </w:p>
    <w:p w14:paraId="4F73E63D" w14:textId="79C2CCF6" w:rsidR="001B0560" w:rsidRPr="001F0AB1" w:rsidRDefault="000F75ED" w:rsidP="000F75ED">
      <w:pPr>
        <w:spacing w:after="120"/>
        <w:ind w:left="3540" w:hanging="3540"/>
      </w:pPr>
      <w:r w:rsidRPr="001F0AB1">
        <w:t>Místo realizace (kraj)</w:t>
      </w:r>
      <w:r w:rsidR="00BF1C86" w:rsidRPr="001F0AB1">
        <w:tab/>
      </w:r>
      <w:r w:rsidR="00AD1F2D" w:rsidRPr="001F0AB1">
        <w:t xml:space="preserve">Kraj </w:t>
      </w:r>
      <w:r w:rsidRPr="001F0AB1">
        <w:t>Jihomoravský</w:t>
      </w:r>
      <w:r w:rsidR="001B0560" w:rsidRPr="001F0AB1">
        <w:t xml:space="preserve"> </w:t>
      </w:r>
    </w:p>
    <w:p w14:paraId="2C548050" w14:textId="41957E80" w:rsidR="001B0560" w:rsidRPr="001F0AB1" w:rsidRDefault="001B0560" w:rsidP="001B0560">
      <w:pPr>
        <w:spacing w:after="120"/>
      </w:pPr>
      <w:r w:rsidRPr="001F0AB1">
        <w:t>Číslo železničního přejezdu:</w:t>
      </w:r>
      <w:r w:rsidRPr="001F0AB1">
        <w:tab/>
      </w:r>
      <w:r w:rsidR="00D7415B" w:rsidRPr="001F0AB1">
        <w:tab/>
      </w:r>
      <w:r w:rsidRPr="001F0AB1">
        <w:t>P</w:t>
      </w:r>
      <w:r w:rsidR="000F75ED" w:rsidRPr="001F0AB1">
        <w:t>3942</w:t>
      </w:r>
    </w:p>
    <w:p w14:paraId="40CB41D9" w14:textId="3A841157" w:rsidR="001B0560" w:rsidRPr="001F0AB1" w:rsidRDefault="001B0560" w:rsidP="001B0560">
      <w:pPr>
        <w:spacing w:after="120"/>
      </w:pPr>
      <w:r w:rsidRPr="001F0AB1">
        <w:t>Kód TUDU:</w:t>
      </w:r>
      <w:r w:rsidRPr="001F0AB1">
        <w:tab/>
      </w:r>
      <w:r w:rsidRPr="001F0AB1">
        <w:tab/>
      </w:r>
      <w:r w:rsidRPr="001F0AB1">
        <w:tab/>
      </w:r>
      <w:r w:rsidRPr="001F0AB1">
        <w:tab/>
      </w:r>
      <w:r w:rsidR="000F75ED" w:rsidRPr="001F0AB1">
        <w:t>1271</w:t>
      </w:r>
      <w:r w:rsidR="00AD1F2D" w:rsidRPr="001F0AB1">
        <w:t xml:space="preserve"> </w:t>
      </w:r>
      <w:r w:rsidR="000F75ED" w:rsidRPr="001F0AB1">
        <w:t>12</w:t>
      </w:r>
    </w:p>
    <w:p w14:paraId="50A9F1EE" w14:textId="5AF465C8" w:rsidR="001B0560" w:rsidRPr="001F0AB1" w:rsidRDefault="001B0560" w:rsidP="001B0560">
      <w:pPr>
        <w:spacing w:after="120"/>
      </w:pPr>
      <w:r w:rsidRPr="001F0AB1">
        <w:t>Název definičního traťového úseku:</w:t>
      </w:r>
      <w:r w:rsidRPr="001F0AB1">
        <w:tab/>
      </w:r>
      <w:r w:rsidR="000F75ED" w:rsidRPr="001F0AB1">
        <w:t>Moravské Bránice - Silůvky</w:t>
      </w:r>
    </w:p>
    <w:p w14:paraId="22B317F8" w14:textId="6004D260" w:rsidR="001B0560" w:rsidRPr="001F0AB1" w:rsidRDefault="001B0560" w:rsidP="001B0560">
      <w:pPr>
        <w:spacing w:after="120"/>
      </w:pPr>
      <w:r w:rsidRPr="001F0AB1">
        <w:t>Evidenční km - poloha přejezdu:</w:t>
      </w:r>
      <w:r w:rsidRPr="001F0AB1">
        <w:tab/>
      </w:r>
      <w:r w:rsidR="000F75ED" w:rsidRPr="001F0AB1">
        <w:t>134,452</w:t>
      </w:r>
    </w:p>
    <w:p w14:paraId="4BAB5D22" w14:textId="2804C376" w:rsidR="001B0560" w:rsidRPr="001F0AB1" w:rsidRDefault="00BF1C86" w:rsidP="001B0560">
      <w:pPr>
        <w:spacing w:after="120"/>
      </w:pPr>
      <w:r w:rsidRPr="001F0AB1">
        <w:t>Předpokládaná doba realizace:</w:t>
      </w:r>
      <w:r w:rsidRPr="001F0AB1">
        <w:tab/>
      </w:r>
      <w:r w:rsidRPr="001F0AB1">
        <w:tab/>
      </w:r>
      <w:r w:rsidR="001F0AB1" w:rsidRPr="001F0AB1">
        <w:t>8</w:t>
      </w:r>
      <w:r w:rsidR="001B0560" w:rsidRPr="001F0AB1">
        <w:t xml:space="preserve"> měsíců, </w:t>
      </w:r>
      <w:r w:rsidR="001F0AB1" w:rsidRPr="001F0AB1">
        <w:t>04</w:t>
      </w:r>
      <w:r w:rsidR="001B0560" w:rsidRPr="001F0AB1">
        <w:t>/202</w:t>
      </w:r>
      <w:r w:rsidR="00AD1F2D" w:rsidRPr="001F0AB1">
        <w:t>2</w:t>
      </w:r>
      <w:r w:rsidR="001F0AB1" w:rsidRPr="001F0AB1">
        <w:t xml:space="preserve"> </w:t>
      </w:r>
      <w:r w:rsidR="001B0560" w:rsidRPr="001F0AB1">
        <w:t>-</w:t>
      </w:r>
      <w:r w:rsidR="001F0AB1" w:rsidRPr="001F0AB1">
        <w:t xml:space="preserve"> 11</w:t>
      </w:r>
      <w:r w:rsidR="001B0560" w:rsidRPr="001F0AB1">
        <w:t>/202</w:t>
      </w:r>
      <w:r w:rsidR="00AD1F2D" w:rsidRPr="001F0AB1">
        <w:t>2</w:t>
      </w:r>
    </w:p>
    <w:p w14:paraId="0820CB9B" w14:textId="1BF5C37C" w:rsidR="00CA6FE4" w:rsidRDefault="00CA6FE4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6222" wp14:editId="71225A10">
                <wp:simplePos x="0" y="0"/>
                <wp:positionH relativeFrom="column">
                  <wp:posOffset>1682750</wp:posOffset>
                </wp:positionH>
                <wp:positionV relativeFrom="paragraph">
                  <wp:posOffset>954074</wp:posOffset>
                </wp:positionV>
                <wp:extent cx="604299" cy="206734"/>
                <wp:effectExtent l="0" t="0" r="0" b="31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206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A0E34" w14:textId="2CC0D2CD" w:rsidR="00CA6FE4" w:rsidRPr="00CA6FE4" w:rsidRDefault="00CA6FE4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5622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32.5pt;margin-top:75.1pt;width:47.6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" filled="f" stroked="f" strokeweight=".5pt">
                <v:textbox>
                  <w:txbxContent>
                    <w:p w14:paraId="6E1A0E34" w14:textId="2CC0D2CD" w:rsidR="00CA6FE4" w:rsidRPr="00CA6FE4" w:rsidRDefault="00CA6FE4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701F" w:rsidRPr="0061701F">
        <w:rPr>
          <w:noProof/>
          <w:lang w:eastAsia="cs-CZ"/>
        </w:rPr>
        <w:drawing>
          <wp:inline distT="0" distB="0" distL="0" distR="0" wp14:anchorId="61EB5A1B" wp14:editId="437C2FD6">
            <wp:extent cx="5525770" cy="2562225"/>
            <wp:effectExtent l="0" t="0" r="0" b="9525"/>
            <wp:docPr id="4" name="Obrázek 4" descr="O:\PŘEJEZDY\Přej 500 moje\P3942 ma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PŘEJEZDY\Přej 500 moje\P3942 map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9" b="12461"/>
                    <a:stretch/>
                  </pic:blipFill>
                  <pic:spPr bwMode="auto">
                    <a:xfrm>
                      <a:off x="0" y="0"/>
                      <a:ext cx="552577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6C07BE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0961683" w14:textId="5CEFA3EB" w:rsidR="00197633" w:rsidRPr="001F0AB1" w:rsidRDefault="00197633" w:rsidP="001B0560">
      <w:pPr>
        <w:autoSpaceDE w:val="0"/>
        <w:autoSpaceDN w:val="0"/>
        <w:adjustRightInd w:val="0"/>
        <w:jc w:val="both"/>
      </w:pPr>
      <w:r w:rsidRPr="001F0AB1">
        <w:t xml:space="preserve">Z hlediska lokalizace vůči dráze se předmětná stavba nachází na traťovém úseku </w:t>
      </w:r>
      <w:r w:rsidR="006E60C2" w:rsidRPr="001F0AB1">
        <w:t>1271 Hrušovany nad Jevišovkou (mimo) – Brno- Hor. Heršpice – St. Silnice (mimo)</w:t>
      </w:r>
      <w:r w:rsidRPr="001F0AB1">
        <w:t>. Stavbou je konkrétně dotčen definiční úsek 12</w:t>
      </w:r>
      <w:r w:rsidR="006E60C2" w:rsidRPr="001F0AB1">
        <w:t>7</w:t>
      </w:r>
      <w:r w:rsidRPr="001F0AB1">
        <w:t xml:space="preserve">1 </w:t>
      </w:r>
      <w:r w:rsidR="006E60C2" w:rsidRPr="001F0AB1">
        <w:t>12 Moravské Bránice - Silůvky</w:t>
      </w:r>
      <w:r w:rsidRPr="001F0AB1">
        <w:t>. V místě stavby se jedná o</w:t>
      </w:r>
      <w:r w:rsidR="006E2453">
        <w:t> </w:t>
      </w:r>
      <w:r w:rsidRPr="001F0AB1">
        <w:t xml:space="preserve">jednokolejnou </w:t>
      </w:r>
      <w:r w:rsidR="0061701F" w:rsidRPr="001F0AB1">
        <w:t>regionální</w:t>
      </w:r>
      <w:r w:rsidRPr="001F0AB1">
        <w:t xml:space="preserve"> dráhu, která není součástí transevropské</w:t>
      </w:r>
      <w:r w:rsidR="00431065" w:rsidRPr="001F0AB1">
        <w:t>ho</w:t>
      </w:r>
      <w:r w:rsidRPr="001F0AB1">
        <w:t xml:space="preserve"> konvenčního železničního systému (TEN-T).</w:t>
      </w:r>
    </w:p>
    <w:p w14:paraId="08EA7A08" w14:textId="51063524" w:rsidR="00197633" w:rsidRPr="001F0AB1" w:rsidRDefault="00197633" w:rsidP="001B0560">
      <w:pPr>
        <w:autoSpaceDE w:val="0"/>
        <w:autoSpaceDN w:val="0"/>
        <w:adjustRightInd w:val="0"/>
        <w:jc w:val="both"/>
      </w:pPr>
      <w:r w:rsidRPr="001F0AB1">
        <w:t>Železniční přejezd P3</w:t>
      </w:r>
      <w:r w:rsidR="0061701F" w:rsidRPr="001F0AB1">
        <w:t>942</w:t>
      </w:r>
      <w:r w:rsidRPr="001F0AB1">
        <w:t xml:space="preserve"> je úrovňovým křížením </w:t>
      </w:r>
      <w:r w:rsidR="00A25D9B" w:rsidRPr="001F0AB1">
        <w:t>silnice II. třídy č</w:t>
      </w:r>
      <w:r w:rsidR="00976D3F" w:rsidRPr="001F0AB1">
        <w:t xml:space="preserve">. 152 </w:t>
      </w:r>
      <w:r w:rsidRPr="001F0AB1">
        <w:t xml:space="preserve">s výše uvedenou dráhou </w:t>
      </w:r>
      <w:r w:rsidR="00A25D9B" w:rsidRPr="001F0AB1">
        <w:t>regionální</w:t>
      </w:r>
      <w:r w:rsidRPr="001F0AB1">
        <w:t xml:space="preserve">. Z hlediska lokalizace vůči dráze se předmětný přejezd nachází v evidenčním km </w:t>
      </w:r>
      <w:r w:rsidR="00976D3F" w:rsidRPr="001F0AB1">
        <w:t>134,452</w:t>
      </w:r>
      <w:r w:rsidRPr="001F0AB1">
        <w:t xml:space="preserve"> výše uvedeného traťového úseku.</w:t>
      </w:r>
    </w:p>
    <w:p w14:paraId="2658419A" w14:textId="51F3865A" w:rsidR="00197633" w:rsidRPr="001F0AB1" w:rsidRDefault="00197633" w:rsidP="001B0560">
      <w:pPr>
        <w:autoSpaceDE w:val="0"/>
        <w:autoSpaceDN w:val="0"/>
        <w:adjustRightInd w:val="0"/>
        <w:jc w:val="both"/>
      </w:pPr>
      <w:r w:rsidRPr="001F0AB1">
        <w:t xml:space="preserve">Z hlediska geografické lokalizace se stavba nachází v obci </w:t>
      </w:r>
      <w:r w:rsidR="00976D3F" w:rsidRPr="001F0AB1">
        <w:t>Silůvky</w:t>
      </w:r>
      <w:r w:rsidRPr="001F0AB1">
        <w:t xml:space="preserve">, okres </w:t>
      </w:r>
      <w:r w:rsidR="00976D3F" w:rsidRPr="001F0AB1">
        <w:t>Brno-venkov</w:t>
      </w:r>
      <w:r w:rsidRPr="001F0AB1">
        <w:t xml:space="preserve">, </w:t>
      </w:r>
      <w:r w:rsidR="00976D3F" w:rsidRPr="001F0AB1">
        <w:t>kraj Jihomoravský</w:t>
      </w:r>
      <w:r w:rsidRPr="001F0AB1">
        <w:t>.</w:t>
      </w:r>
    </w:p>
    <w:p w14:paraId="22D9695E" w14:textId="70705FE3" w:rsidR="001B0560" w:rsidRPr="001F0AB1" w:rsidRDefault="001B0560" w:rsidP="001B0560">
      <w:pPr>
        <w:autoSpaceDE w:val="0"/>
        <w:autoSpaceDN w:val="0"/>
        <w:adjustRightInd w:val="0"/>
        <w:jc w:val="both"/>
      </w:pPr>
      <w:r w:rsidRPr="001F0AB1">
        <w:t xml:space="preserve">Přejezd je zabezpečen </w:t>
      </w:r>
      <w:r w:rsidR="00914C4D" w:rsidRPr="001F0AB1">
        <w:t xml:space="preserve">elektronickým </w:t>
      </w:r>
      <w:r w:rsidRPr="001F0AB1">
        <w:t xml:space="preserve">přejezdovým zabezpečovacím zařízením </w:t>
      </w:r>
      <w:r w:rsidR="00914C4D" w:rsidRPr="001F0AB1">
        <w:t xml:space="preserve">typu PZZ-EA, </w:t>
      </w:r>
      <w:r w:rsidR="00865466">
        <w:t>druhu</w:t>
      </w:r>
      <w:r w:rsidR="00865466" w:rsidRPr="001F0AB1">
        <w:t xml:space="preserve"> </w:t>
      </w:r>
      <w:r w:rsidR="00914C4D" w:rsidRPr="001F0AB1">
        <w:t>PZS 3SBI dle ČSN 34 2650 ed.2</w:t>
      </w:r>
      <w:r w:rsidR="00FB1BCC" w:rsidRPr="001F0AB1">
        <w:t xml:space="preserve">, tj. </w:t>
      </w:r>
      <w:r w:rsidRPr="001F0AB1">
        <w:t>s úplnými závislostmi bez závor s pozitivní sign</w:t>
      </w:r>
      <w:r w:rsidR="00FB1BCC" w:rsidRPr="001F0AB1">
        <w:t xml:space="preserve">alizací. PZS bylo </w:t>
      </w:r>
      <w:r w:rsidRPr="001F0AB1">
        <w:t>vybudov</w:t>
      </w:r>
      <w:r w:rsidR="00FB1BCC" w:rsidRPr="001F0AB1">
        <w:t>áno v</w:t>
      </w:r>
      <w:r w:rsidRPr="001F0AB1">
        <w:t xml:space="preserve"> roce </w:t>
      </w:r>
      <w:r w:rsidR="00FB1BCC" w:rsidRPr="001F0AB1">
        <w:t>2010</w:t>
      </w:r>
      <w:r w:rsidRPr="001F0AB1">
        <w:t xml:space="preserve">. </w:t>
      </w:r>
      <w:r w:rsidR="00913E44" w:rsidRPr="001F0AB1">
        <w:t>Nejvyšší t</w:t>
      </w:r>
      <w:r w:rsidRPr="001F0AB1">
        <w:t xml:space="preserve">raťová rychlost </w:t>
      </w:r>
      <w:r w:rsidR="00FB1BCC" w:rsidRPr="001F0AB1">
        <w:t xml:space="preserve">v obvodu </w:t>
      </w:r>
      <w:r w:rsidRPr="001F0AB1">
        <w:t>přejezd</w:t>
      </w:r>
      <w:r w:rsidR="00913E44" w:rsidRPr="001F0AB1">
        <w:t>u</w:t>
      </w:r>
      <w:r w:rsidRPr="001F0AB1">
        <w:t xml:space="preserve"> je </w:t>
      </w:r>
      <w:r w:rsidR="00695CD1" w:rsidRPr="001F0AB1">
        <w:t>7</w:t>
      </w:r>
      <w:r w:rsidR="00FB1BCC" w:rsidRPr="001F0AB1">
        <w:t>5/80</w:t>
      </w:r>
      <w:r w:rsidR="007A3B18" w:rsidRPr="001F0AB1">
        <w:t xml:space="preserve"> km/h (v přibližovacím úseku dochází ke změně rychlosti)</w:t>
      </w:r>
      <w:r w:rsidR="00392F4A" w:rsidRPr="001F0AB1">
        <w:t>.</w:t>
      </w:r>
    </w:p>
    <w:p w14:paraId="09AC0C60" w14:textId="1BEFB1C4" w:rsidR="001B0560" w:rsidRPr="001F0AB1" w:rsidRDefault="001B0560" w:rsidP="00236218">
      <w:pPr>
        <w:tabs>
          <w:tab w:val="left" w:pos="7755"/>
        </w:tabs>
        <w:autoSpaceDE w:val="0"/>
        <w:autoSpaceDN w:val="0"/>
        <w:adjustRightInd w:val="0"/>
        <w:spacing w:after="120"/>
        <w:jc w:val="both"/>
      </w:pPr>
      <w:r w:rsidRPr="001F0AB1">
        <w:t>Na přejezdu</w:t>
      </w:r>
      <w:r w:rsidR="00327192" w:rsidRPr="001F0AB1">
        <w:t xml:space="preserve"> je</w:t>
      </w:r>
      <w:r w:rsidRPr="001F0AB1">
        <w:t xml:space="preserve"> od roku 20</w:t>
      </w:r>
      <w:r w:rsidR="00327192" w:rsidRPr="001F0AB1">
        <w:t>10</w:t>
      </w:r>
      <w:r w:rsidR="002E70E7" w:rsidRPr="001F0AB1">
        <w:t xml:space="preserve"> evidováno</w:t>
      </w:r>
      <w:r w:rsidRPr="001F0AB1">
        <w:t xml:space="preserve"> </w:t>
      </w:r>
      <w:r w:rsidR="00EB49F5" w:rsidRPr="001F0AB1">
        <w:t>1</w:t>
      </w:r>
      <w:r w:rsidRPr="001F0AB1">
        <w:t xml:space="preserve"> střetnutí:</w:t>
      </w:r>
      <w:r w:rsidR="00236218" w:rsidRPr="001F0AB1">
        <w:tab/>
      </w:r>
    </w:p>
    <w:p w14:paraId="28636E75" w14:textId="402020BE" w:rsidR="001B0560" w:rsidRPr="001F0AB1" w:rsidRDefault="00EB49F5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1F0AB1">
        <w:t>23.5.</w:t>
      </w:r>
      <w:r w:rsidR="001B0560" w:rsidRPr="001F0AB1">
        <w:t>20</w:t>
      </w:r>
      <w:r w:rsidRPr="001F0AB1">
        <w:t>20</w:t>
      </w:r>
      <w:r w:rsidR="0077111F" w:rsidRPr="001F0AB1">
        <w:t>8</w:t>
      </w:r>
      <w:r w:rsidR="001B0560" w:rsidRPr="001F0AB1">
        <w:t xml:space="preserve"> </w:t>
      </w:r>
      <w:r w:rsidR="001B0560" w:rsidRPr="001F0AB1">
        <w:tab/>
        <w:t xml:space="preserve">Vlak Os </w:t>
      </w:r>
      <w:r w:rsidRPr="001F0AB1">
        <w:t>4459</w:t>
      </w:r>
      <w:r w:rsidR="001B0560" w:rsidRPr="001F0AB1">
        <w:t xml:space="preserve"> se střetl na železničním přejezdu s</w:t>
      </w:r>
      <w:r w:rsidR="00913E44" w:rsidRPr="001F0AB1">
        <w:t> </w:t>
      </w:r>
      <w:r w:rsidR="001B0560" w:rsidRPr="001F0AB1">
        <w:t xml:space="preserve">osobním automobilem. </w:t>
      </w:r>
      <w:r w:rsidRPr="001F0AB1">
        <w:t xml:space="preserve"> Byla usmrcena 1 osoba, odhad hmotné škody: dráha 70 000,- Kč, dopravce 100 000,- Kč, cizí 150 000,- Kč</w:t>
      </w:r>
      <w:r w:rsidR="001B0560" w:rsidRPr="001F0AB1">
        <w:t>.</w:t>
      </w:r>
    </w:p>
    <w:p w14:paraId="1E227CD1" w14:textId="50DEEDA5" w:rsidR="001B0560" w:rsidRDefault="00EB49F5" w:rsidP="001B0560">
      <w:pPr>
        <w:pStyle w:val="Nadpis2"/>
      </w:pPr>
      <w:r>
        <w:t xml:space="preserve"> </w:t>
      </w:r>
      <w:r w:rsidR="001B0560">
        <w:t>3)</w:t>
      </w:r>
      <w:r w:rsidR="001B0560">
        <w:tab/>
        <w:t>P</w:t>
      </w:r>
      <w:r w:rsidR="001B0560" w:rsidRPr="00BE5D5D">
        <w:t>opis technického řešení</w:t>
      </w:r>
    </w:p>
    <w:p w14:paraId="2C1B20FD" w14:textId="77777777" w:rsidR="001B0560" w:rsidRPr="00F629E7" w:rsidRDefault="001B0560" w:rsidP="00B91B52">
      <w:pPr>
        <w:spacing w:after="0"/>
      </w:pPr>
    </w:p>
    <w:p w14:paraId="27CD5331" w14:textId="5F839478" w:rsidR="004772B7" w:rsidRPr="001F0AB1" w:rsidRDefault="001B0560" w:rsidP="001B0560">
      <w:pPr>
        <w:jc w:val="both"/>
      </w:pPr>
      <w:r w:rsidRPr="001F0AB1">
        <w:t xml:space="preserve">Předmětem stavby je </w:t>
      </w:r>
      <w:r w:rsidR="00FB1BCC" w:rsidRPr="001F0AB1">
        <w:t xml:space="preserve">zvýšení úrovně </w:t>
      </w:r>
      <w:r w:rsidRPr="001F0AB1">
        <w:t xml:space="preserve">zabezpečení železničního přejezdu </w:t>
      </w:r>
      <w:r w:rsidR="00FB1BCC" w:rsidRPr="001F0AB1">
        <w:t xml:space="preserve">doplněním </w:t>
      </w:r>
      <w:r w:rsidRPr="001F0AB1">
        <w:t>stávajícího přejezdového zabezpečovacího zařízení</w:t>
      </w:r>
      <w:r w:rsidR="00FB1BCC" w:rsidRPr="001F0AB1">
        <w:t xml:space="preserve"> závorami – doje tak ke změně </w:t>
      </w:r>
      <w:r w:rsidR="00131F82">
        <w:t>druhu</w:t>
      </w:r>
      <w:r w:rsidR="00FB1BCC" w:rsidRPr="001F0AB1">
        <w:t xml:space="preserve"> z</w:t>
      </w:r>
      <w:r w:rsidR="006E2453">
        <w:t> </w:t>
      </w:r>
      <w:r w:rsidR="00FB1BCC" w:rsidRPr="001F0AB1">
        <w:t xml:space="preserve">PZS 3SBI na PZS 3ZBI </w:t>
      </w:r>
      <w:r w:rsidRPr="001F0AB1">
        <w:t>dle ČSN 34 2650 ed.2</w:t>
      </w:r>
      <w:r w:rsidR="00FB1BCC" w:rsidRPr="001F0AB1">
        <w:t>.</w:t>
      </w:r>
      <w:r w:rsidRPr="001F0AB1">
        <w:t xml:space="preserve"> </w:t>
      </w:r>
      <w:r w:rsidR="00FB1BCC" w:rsidRPr="001F0AB1">
        <w:t xml:space="preserve">Konfigurace </w:t>
      </w:r>
      <w:r w:rsidR="00450D11">
        <w:t xml:space="preserve">výstražníků a </w:t>
      </w:r>
      <w:r w:rsidRPr="001F0AB1">
        <w:t>závor bude upřesněn</w:t>
      </w:r>
      <w:r w:rsidR="00FB1BCC" w:rsidRPr="001F0AB1">
        <w:t>a</w:t>
      </w:r>
      <w:r w:rsidRPr="001F0AB1">
        <w:t xml:space="preserve"> v rámci Rozhodnutí DÚ o změně a rozsahu zabezpečení.</w:t>
      </w:r>
      <w:r w:rsidR="00037287">
        <w:t xml:space="preserve"> </w:t>
      </w:r>
      <w:r w:rsidR="006F0DDC" w:rsidRPr="006F0DDC">
        <w:t xml:space="preserve">Úhel křížení s pozemní komunikací je 135°, jsou požadovány celé závory dle Metodického pokynu </w:t>
      </w:r>
      <w:r w:rsidR="006F0DDC">
        <w:rPr>
          <w:i/>
        </w:rPr>
        <w:t>„</w:t>
      </w:r>
      <w:r w:rsidR="006F0DDC" w:rsidRPr="002F15D2">
        <w:rPr>
          <w:i/>
        </w:rPr>
        <w:t>Konfigurace přejezdových zabezpečovacích zařízení světelných“</w:t>
      </w:r>
      <w:r w:rsidR="006F0DDC" w:rsidRPr="006F0DDC">
        <w:t xml:space="preserve"> z 30.9.2019, článek 3.2 písmeno d).</w:t>
      </w:r>
      <w:r w:rsidRPr="001F0AB1">
        <w:t xml:space="preserve"> Pro volnost přibližovacích úseků budou využity stávající počítače náprav </w:t>
      </w:r>
      <w:r w:rsidR="00FB1BCC" w:rsidRPr="001F0AB1">
        <w:t>fy FRAUSCHER, změnou délky přejezdu dojde ke změně uspořádání ovládacích úseků.</w:t>
      </w:r>
      <w:r w:rsidRPr="001F0AB1">
        <w:t xml:space="preserve"> </w:t>
      </w:r>
    </w:p>
    <w:p w14:paraId="0AFD4B02" w14:textId="19DDADD7" w:rsidR="004772B7" w:rsidRPr="001F0AB1" w:rsidRDefault="001B0560" w:rsidP="001B0560">
      <w:pPr>
        <w:jc w:val="both"/>
      </w:pPr>
      <w:r w:rsidRPr="001F0AB1">
        <w:t xml:space="preserve">Pro nově doplněnou výstroj závor bude </w:t>
      </w:r>
      <w:r w:rsidR="00757F9D" w:rsidRPr="001F0AB1">
        <w:t xml:space="preserve">přednostně </w:t>
      </w:r>
      <w:r w:rsidRPr="001F0AB1">
        <w:t>využit stávající reléový domek PZS v</w:t>
      </w:r>
      <w:r w:rsidR="004772B7" w:rsidRPr="001F0AB1">
        <w:t> </w:t>
      </w:r>
      <w:r w:rsidRPr="001F0AB1">
        <w:t xml:space="preserve">blízkosti přejezdu. </w:t>
      </w:r>
      <w:r w:rsidR="006E2453" w:rsidRPr="006E2453">
        <w:t>Dveře technologického domku budou osazeny dveřním kontaktem pro budoucí zapojení do DDTS.</w:t>
      </w:r>
      <w:r w:rsidR="006E2453">
        <w:t xml:space="preserve"> </w:t>
      </w:r>
      <w:r w:rsidRPr="001F0AB1">
        <w:t>V případě nutnosti zřídit nový technologický domek bude tento objekt v</w:t>
      </w:r>
      <w:r w:rsidR="004772B7" w:rsidRPr="001F0AB1">
        <w:t> </w:t>
      </w:r>
      <w:r w:rsidRPr="001F0AB1">
        <w:t>blízkosti přejezdu a bude umístěn tak, aby byly splněny předepsané rozhledové poměry. Umístění technologického objektu do terénu bude řešeno dle pokynů výrobce (např.</w:t>
      </w:r>
      <w:r w:rsidR="004D6C28">
        <w:t> </w:t>
      </w:r>
      <w:r w:rsidR="004772B7" w:rsidRPr="001F0AB1">
        <w:t>na betonové patky).</w:t>
      </w:r>
      <w:r w:rsidR="00FB1BCC" w:rsidRPr="001F0AB1">
        <w:t xml:space="preserve"> </w:t>
      </w:r>
      <w:r w:rsidR="006E2453" w:rsidRPr="006E2453">
        <w:t>Vstupní dveře do RD budou v takovém provedení, aby při chůzi z</w:t>
      </w:r>
      <w:r w:rsidR="004D6C28">
        <w:t> </w:t>
      </w:r>
      <w:r w:rsidR="006E2453" w:rsidRPr="006E2453">
        <w:t>RD ke skříni s VTO a SMO nebylo nutné obcházet křídlo dveří. VTO a SMO umístit  na/v</w:t>
      </w:r>
      <w:r w:rsidR="004D6C28">
        <w:t> </w:t>
      </w:r>
      <w:r w:rsidR="006E2453" w:rsidRPr="006E2453">
        <w:t>blízkosti RD.</w:t>
      </w:r>
      <w:r w:rsidR="006E2453">
        <w:t xml:space="preserve"> </w:t>
      </w:r>
      <w:r w:rsidR="00FB1BCC" w:rsidRPr="001F0AB1">
        <w:t>Řešení ochrany před bleskem technologického domku bude řešeno dle souboru ČSN EN 62305.</w:t>
      </w:r>
    </w:p>
    <w:p w14:paraId="323334CA" w14:textId="7904CA96" w:rsidR="004772B7" w:rsidRPr="001F0AB1" w:rsidRDefault="001B0560" w:rsidP="001B0560">
      <w:pPr>
        <w:jc w:val="both"/>
      </w:pPr>
      <w:r w:rsidRPr="001F0AB1">
        <w:t>Nová kabelizace se předpokládá v místě přejezdu od reléového domku k novým</w:t>
      </w:r>
      <w:r w:rsidR="007A3B18" w:rsidRPr="001F0AB1">
        <w:t xml:space="preserve"> </w:t>
      </w:r>
      <w:r w:rsidRPr="001F0AB1">
        <w:t>výstražníkům</w:t>
      </w:r>
      <w:r w:rsidR="007A3B18" w:rsidRPr="001F0AB1">
        <w:t xml:space="preserve"> (nahrazenými za výstražníky LED)</w:t>
      </w:r>
      <w:r w:rsidRPr="001F0AB1">
        <w:t xml:space="preserve"> se závorovými stojany.</w:t>
      </w:r>
      <w:r w:rsidR="00757F9D" w:rsidRPr="001F0AB1">
        <w:t xml:space="preserve"> Závorová břevna budou vybavena LED břevnovými svítilnami.</w:t>
      </w:r>
      <w:r w:rsidRPr="001F0AB1">
        <w:t xml:space="preserve"> Stavba je umístěna kromě částí kabelizace v extravilánu, tím pádem nebude mít výrazný urbanistický, či architektonický dopad. Budou použity typizované výrobky</w:t>
      </w:r>
      <w:r w:rsidR="00757F9D" w:rsidRPr="001F0AB1">
        <w:t xml:space="preserve">- </w:t>
      </w:r>
      <w:r w:rsidRPr="001F0AB1">
        <w:t xml:space="preserve"> </w:t>
      </w:r>
      <w:r w:rsidR="004772B7" w:rsidRPr="001F0AB1">
        <w:t>výstražníky</w:t>
      </w:r>
      <w:r w:rsidR="00757F9D" w:rsidRPr="001F0AB1">
        <w:t xml:space="preserve"> se závorami</w:t>
      </w:r>
      <w:r w:rsidR="004772B7" w:rsidRPr="001F0AB1">
        <w:t>.</w:t>
      </w:r>
    </w:p>
    <w:p w14:paraId="6EDC541E" w14:textId="0F30E6D0" w:rsidR="005360DD" w:rsidRPr="00767D2D" w:rsidRDefault="000A16F0" w:rsidP="00850DFD">
      <w:pPr>
        <w:jc w:val="both"/>
      </w:pPr>
      <w:r w:rsidRPr="0050247A">
        <w:lastRenderedPageBreak/>
        <w:t>Pro napájení PZS je nutno vybudovat novou přípojku</w:t>
      </w:r>
      <w:r>
        <w:t xml:space="preserve"> vzhledem k novému předpokládanému výkonu. V rámci realizace napájení je třeba zajistit i záložní napájení včetně zásuvky pro mobilní náhradní zdroj. Přípojka mu</w:t>
      </w:r>
      <w:r w:rsidR="005360DD">
        <w:t xml:space="preserve">sí odpovídat platným požadavkům a standardům PDS </w:t>
      </w:r>
      <w:r w:rsidR="00F9236C">
        <w:t xml:space="preserve">– E.ON </w:t>
      </w:r>
      <w:r w:rsidRPr="0050247A">
        <w:t>Distribuce</w:t>
      </w:r>
      <w:r w:rsidR="00F9236C">
        <w:t xml:space="preserve"> </w:t>
      </w:r>
      <w:r w:rsidRPr="0050247A">
        <w:t>a.</w:t>
      </w:r>
      <w:r w:rsidR="00F9236C">
        <w:t xml:space="preserve">s. Instalace bude provedena podle uzavřené smlouvy </w:t>
      </w:r>
      <w:r w:rsidR="00850DFD">
        <w:t>s distributorem el.</w:t>
      </w:r>
      <w:r w:rsidR="006E2453">
        <w:t> </w:t>
      </w:r>
      <w:r w:rsidR="00850DFD">
        <w:t xml:space="preserve">energie. </w:t>
      </w: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77777777" w:rsidR="001B0560" w:rsidRDefault="001B0560" w:rsidP="001B0560">
      <w:pPr>
        <w:spacing w:after="0"/>
      </w:pPr>
    </w:p>
    <w:p w14:paraId="57031979" w14:textId="3B726E90" w:rsidR="000A16F0" w:rsidRPr="0061402E" w:rsidRDefault="000A16F0" w:rsidP="000A16F0">
      <w:pPr>
        <w:spacing w:after="120"/>
        <w:ind w:firstLine="709"/>
      </w:pPr>
      <w:r w:rsidRPr="0061402E">
        <w:t xml:space="preserve">PS 01-01-31 Zabezpečovací zařízení (PZS) železniční přejezd </w:t>
      </w:r>
      <w:r w:rsidR="00250E89" w:rsidRPr="0061402E">
        <w:t>P</w:t>
      </w:r>
      <w:r w:rsidR="00250E89">
        <w:t>3</w:t>
      </w:r>
      <w:r w:rsidR="00250E89" w:rsidRPr="0061402E">
        <w:t>9</w:t>
      </w:r>
      <w:r w:rsidR="00250E89">
        <w:t xml:space="preserve">42 </w:t>
      </w:r>
      <w:r w:rsidRPr="0061402E">
        <w:t xml:space="preserve">v km </w:t>
      </w:r>
      <w:r w:rsidR="001F0AB1">
        <w:t>134,452</w:t>
      </w:r>
      <w:r w:rsidRPr="0061402E">
        <w:t xml:space="preserve"> </w:t>
      </w:r>
    </w:p>
    <w:p w14:paraId="2CF50E66" w14:textId="1668C15C" w:rsidR="000A16F0" w:rsidRPr="0061402E" w:rsidRDefault="000A16F0" w:rsidP="000A16F0">
      <w:pPr>
        <w:spacing w:after="120"/>
        <w:ind w:firstLine="709"/>
      </w:pPr>
      <w:r w:rsidRPr="0061402E">
        <w:t xml:space="preserve">SO 01-86-01 Přípojka napájení NN železniční přejezd </w:t>
      </w:r>
      <w:r w:rsidR="00250E89" w:rsidRPr="0061402E">
        <w:t>P39</w:t>
      </w:r>
      <w:r w:rsidR="00250E89">
        <w:t xml:space="preserve">42 </w:t>
      </w:r>
      <w:r w:rsidRPr="0061402E">
        <w:t xml:space="preserve">v km </w:t>
      </w:r>
      <w:r w:rsidR="001F0AB1">
        <w:t>13</w:t>
      </w:r>
      <w:r w:rsidRPr="0061402E">
        <w:t>4,</w:t>
      </w:r>
      <w:r w:rsidR="001F0AB1">
        <w:t>45</w:t>
      </w:r>
      <w:r w:rsidRPr="0061402E">
        <w:t xml:space="preserve">2 </w:t>
      </w: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0D2987BC" w14:textId="77777777" w:rsidR="001B0560" w:rsidRPr="0050267A" w:rsidRDefault="001B0560" w:rsidP="00501059">
      <w:pPr>
        <w:spacing w:after="0"/>
      </w:pPr>
    </w:p>
    <w:p w14:paraId="0D48DE6A" w14:textId="701CCDDA" w:rsidR="001B0560" w:rsidRDefault="001B0560" w:rsidP="001B0560"/>
    <w:p w14:paraId="6B5799D4" w14:textId="39E89ACF" w:rsidR="007A3B18" w:rsidRDefault="007A3B18" w:rsidP="001B0560">
      <w:r>
        <w:rPr>
          <w:noProof/>
          <w:lang w:eastAsia="cs-CZ"/>
        </w:rPr>
        <w:drawing>
          <wp:inline distT="0" distB="0" distL="0" distR="0" wp14:anchorId="2B87D922" wp14:editId="316BD9B7">
            <wp:extent cx="5525770" cy="33934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39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59E14" w14:textId="77777777" w:rsidR="007A3B18" w:rsidRDefault="007A3B18" w:rsidP="001B0560"/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2B1B8206" w:rsidR="001B0560" w:rsidRDefault="001B0560" w:rsidP="001B0560">
      <w:pPr>
        <w:jc w:val="both"/>
      </w:pPr>
      <w:r w:rsidRPr="001F0AB1">
        <w:t xml:space="preserve">V rámci stavby </w:t>
      </w:r>
      <w:r w:rsidRPr="001F0AB1">
        <w:rPr>
          <w:i/>
        </w:rPr>
        <w:t>„</w:t>
      </w:r>
      <w:r w:rsidR="00C609E5" w:rsidRPr="001F0AB1">
        <w:rPr>
          <w:i/>
        </w:rPr>
        <w:t>Doplnění závor na přejezdu P3</w:t>
      </w:r>
      <w:r w:rsidR="00327192" w:rsidRPr="001F0AB1">
        <w:rPr>
          <w:i/>
        </w:rPr>
        <w:t>942</w:t>
      </w:r>
      <w:r w:rsidR="00C609E5" w:rsidRPr="001F0AB1">
        <w:rPr>
          <w:i/>
        </w:rPr>
        <w:t xml:space="preserve"> v km </w:t>
      </w:r>
      <w:r w:rsidR="00327192" w:rsidRPr="001F0AB1">
        <w:rPr>
          <w:i/>
        </w:rPr>
        <w:t>134,452</w:t>
      </w:r>
      <w:r w:rsidR="00C609E5" w:rsidRPr="001F0AB1">
        <w:rPr>
          <w:i/>
        </w:rPr>
        <w:t xml:space="preserve"> trati </w:t>
      </w:r>
      <w:r w:rsidR="00327192" w:rsidRPr="001F0AB1">
        <w:rPr>
          <w:i/>
        </w:rPr>
        <w:t>Hrušovany nad Jevišovkou</w:t>
      </w:r>
      <w:r w:rsidR="00106F37">
        <w:rPr>
          <w:i/>
        </w:rPr>
        <w:t xml:space="preserve"> –</w:t>
      </w:r>
      <w:r w:rsidR="00327192" w:rsidRPr="001F0AB1">
        <w:rPr>
          <w:i/>
        </w:rPr>
        <w:t xml:space="preserve"> Brno </w:t>
      </w:r>
      <w:r w:rsidR="00106F37">
        <w:rPr>
          <w:i/>
        </w:rPr>
        <w:t>-</w:t>
      </w:r>
      <w:r w:rsidR="00106F37" w:rsidRPr="001F0AB1">
        <w:rPr>
          <w:i/>
        </w:rPr>
        <w:t xml:space="preserve"> </w:t>
      </w:r>
      <w:r w:rsidR="00327192" w:rsidRPr="001F0AB1">
        <w:rPr>
          <w:i/>
        </w:rPr>
        <w:t xml:space="preserve">Hor. Heršpice </w:t>
      </w:r>
      <w:r w:rsidR="00106F37">
        <w:rPr>
          <w:i/>
        </w:rPr>
        <w:t>-</w:t>
      </w:r>
      <w:r w:rsidR="00106F37" w:rsidRPr="001F0AB1">
        <w:rPr>
          <w:i/>
        </w:rPr>
        <w:t xml:space="preserve"> </w:t>
      </w:r>
      <w:r w:rsidR="00327192" w:rsidRPr="001F0AB1">
        <w:rPr>
          <w:i/>
        </w:rPr>
        <w:t xml:space="preserve">St. </w:t>
      </w:r>
      <w:r w:rsidR="00934466" w:rsidRPr="001F0AB1">
        <w:rPr>
          <w:i/>
        </w:rPr>
        <w:t xml:space="preserve">silnice“ </w:t>
      </w:r>
      <w:r w:rsidR="00934466" w:rsidRPr="001F0AB1">
        <w:t>budou</w:t>
      </w:r>
      <w:r w:rsidRPr="001F0AB1">
        <w:t xml:space="preserve"> prováděny pouze tec</w:t>
      </w:r>
      <w:r w:rsidR="00327192" w:rsidRPr="001F0AB1">
        <w:t xml:space="preserve">hnologické úpravy na stávajícím </w:t>
      </w:r>
      <w:r w:rsidRPr="001F0AB1">
        <w:t>zařízení. Stavební práce proběhnou výlučně</w:t>
      </w:r>
      <w:r w:rsidR="004D6C28">
        <w:t xml:space="preserve"> </w:t>
      </w:r>
      <w:r>
        <w:t>v prostoru již provozované dráhy. Veškeré</w:t>
      </w:r>
      <w:r w:rsidR="004D6C28">
        <w:t xml:space="preserve"> </w:t>
      </w:r>
      <w:r>
        <w:t>práce nebudou mít vliv na okolní prostředí.</w:t>
      </w:r>
      <w:r w:rsidR="004D6C28">
        <w:t xml:space="preserve"> </w:t>
      </w:r>
      <w:r>
        <w:t>Stavba neovlivní rozhodujícím způsobem životní prostředí v nejbližším okolí.</w:t>
      </w:r>
    </w:p>
    <w:p w14:paraId="5566D476" w14:textId="77777777" w:rsidR="001B0560" w:rsidRDefault="001B0560" w:rsidP="001B0560">
      <w:pPr>
        <w:jc w:val="both"/>
      </w:pPr>
      <w:r>
        <w:t>Stavba nevyvolává žádné přeložky stávajících inženýrských sítí, nevyvolává omezení dosavadních staveb a ani potřeby kácení zeleně, kromě náletové zeleně.</w:t>
      </w:r>
    </w:p>
    <w:p w14:paraId="64F196BF" w14:textId="3BEFF18F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7F12C174" w14:textId="77777777" w:rsidR="00C7430B" w:rsidRDefault="00C7430B" w:rsidP="001B0560">
      <w:pPr>
        <w:autoSpaceDE w:val="0"/>
        <w:autoSpaceDN w:val="0"/>
        <w:adjustRightInd w:val="0"/>
        <w:jc w:val="both"/>
      </w:pPr>
    </w:p>
    <w:p w14:paraId="29441556" w14:textId="77777777" w:rsidR="001B0560" w:rsidRDefault="001B0560" w:rsidP="001B0560">
      <w:pPr>
        <w:pStyle w:val="Nadpis2"/>
      </w:pPr>
      <w:r>
        <w:lastRenderedPageBreak/>
        <w:t>7</w:t>
      </w:r>
      <w:r w:rsidRPr="00331635">
        <w:t>)</w:t>
      </w:r>
      <w:r w:rsidRPr="00331635">
        <w:tab/>
      </w:r>
      <w:r w:rsidRPr="00BE5D5D">
        <w:t>Odhad investičních nákladů včetně jeho zd</w:t>
      </w:r>
      <w:bookmarkStart w:id="0" w:name="_GoBack"/>
      <w:bookmarkEnd w:id="0"/>
      <w:r w:rsidRPr="00BE5D5D">
        <w:t>ůvodnění</w:t>
      </w:r>
    </w:p>
    <w:p w14:paraId="33F35E4F" w14:textId="77777777" w:rsidR="001B0560" w:rsidRPr="00F629E7" w:rsidRDefault="001B0560" w:rsidP="00B91B52">
      <w:pPr>
        <w:spacing w:after="0"/>
      </w:pPr>
    </w:p>
    <w:p w14:paraId="0EEF5D69" w14:textId="77777777" w:rsidR="001F0AB1" w:rsidRPr="0061402E" w:rsidRDefault="001F0AB1" w:rsidP="001F0AB1">
      <w:pPr>
        <w:jc w:val="both"/>
      </w:pPr>
      <w:r w:rsidRPr="0061402E">
        <w:t xml:space="preserve">Celkové investiční náklady byly odhadnuty na základě </w:t>
      </w:r>
      <w:r w:rsidRPr="0061402E">
        <w:rPr>
          <w:i/>
        </w:rPr>
        <w:t>„Sborníku pro oceňování železničních staveb ve stupni studie proveditelnosti a záměr projektu“</w:t>
      </w:r>
      <w:r w:rsidRPr="0061402E">
        <w:t xml:space="preserve"> (SFDI, schváleno březen 2019).</w:t>
      </w:r>
    </w:p>
    <w:p w14:paraId="4F3A432A" w14:textId="6BB07044" w:rsidR="001B0560" w:rsidRDefault="00EE6F35" w:rsidP="001B0560">
      <w:pPr>
        <w:pStyle w:val="Nadpis4"/>
      </w:pPr>
      <w:r>
        <w:t>Celkové investiční náklady</w:t>
      </w:r>
      <w:r w:rsidR="004D6C28">
        <w:t xml:space="preserve"> (CÚ 2020 - 2023)</w:t>
      </w:r>
    </w:p>
    <w:p w14:paraId="2733B46B" w14:textId="77512C09" w:rsidR="00C7430B" w:rsidRDefault="00C7430B" w:rsidP="001B0560">
      <w:pPr>
        <w:spacing w:after="0"/>
      </w:pPr>
    </w:p>
    <w:tbl>
      <w:tblPr>
        <w:tblW w:w="52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200"/>
      </w:tblGrid>
      <w:tr w:rsidR="00E8207A" w:rsidRPr="00E8207A" w14:paraId="2C2B39E6" w14:textId="77777777" w:rsidTr="00E8207A">
        <w:trPr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0B393176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E8207A" w:rsidRPr="00E8207A" w14:paraId="1628E6DF" w14:textId="77777777" w:rsidTr="00E8207A">
        <w:trPr>
          <w:trHeight w:val="225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1159066D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1F583654" w14:textId="77777777" w:rsidR="00E8207A" w:rsidRPr="00E8207A" w:rsidRDefault="00E8207A" w:rsidP="00E820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E8207A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E8207A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E8207A" w:rsidRPr="00E8207A" w14:paraId="27198085" w14:textId="77777777" w:rsidTr="00E8207A">
        <w:trPr>
          <w:trHeight w:val="493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AEE3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04F3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E8207A" w:rsidRPr="00E8207A" w14:paraId="4B0ECDBC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4888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F578E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345F7092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77566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8433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49B66292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E54EC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D14E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1EF58FDF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04E95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39846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35287192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D1AB4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64A2D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79B5175E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C3FB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05B24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374A0551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E6031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D1922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272CD27D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AD7B5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0814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699A3235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DC8C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0F094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0CEBDB08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B85104A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ACEDC73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E8207A" w:rsidRPr="00E8207A" w14:paraId="12C15B44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7EAC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723D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E8207A" w:rsidRPr="00E8207A" w14:paraId="54870121" w14:textId="77777777" w:rsidTr="00E8207A">
        <w:trPr>
          <w:trHeight w:val="22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ED6EFA9" w14:textId="77777777" w:rsidR="00E8207A" w:rsidRPr="00E8207A" w:rsidRDefault="00E8207A" w:rsidP="00E820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6B4E376" w14:textId="77777777" w:rsidR="00E8207A" w:rsidRPr="00E8207A" w:rsidRDefault="00E8207A" w:rsidP="00E820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8207A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7F9E66E5" w14:textId="77A0B516" w:rsidR="001B0560" w:rsidRDefault="001B0560" w:rsidP="001B0560">
      <w:pPr>
        <w:spacing w:after="0"/>
      </w:pPr>
    </w:p>
    <w:p w14:paraId="3F0A2282" w14:textId="1AD48FEB" w:rsidR="001B0560" w:rsidRPr="001F0AB1" w:rsidRDefault="001B0560" w:rsidP="001B0560">
      <w:pPr>
        <w:spacing w:after="0"/>
        <w:jc w:val="both"/>
      </w:pPr>
      <w:r w:rsidRPr="00062018">
        <w:t>Do celkových investičních nákladů je zahrnut</w:t>
      </w:r>
      <w:r>
        <w:t xml:space="preserve"> inflační koeficient ve výši </w:t>
      </w:r>
      <w:r w:rsidR="001F0AB1">
        <w:t>3,</w:t>
      </w:r>
      <w:r w:rsidR="001F0AB1" w:rsidRPr="001F0AB1">
        <w:t>7</w:t>
      </w:r>
      <w:r w:rsidR="00FF143E" w:rsidRPr="001F0AB1">
        <w:t> </w:t>
      </w:r>
      <w:r w:rsidRPr="001F0AB1">
        <w:t>% p. a. v letech realizace 202</w:t>
      </w:r>
      <w:r w:rsidR="00C609E5" w:rsidRPr="001F0AB1">
        <w:t>2</w:t>
      </w:r>
      <w:r w:rsidRPr="001F0AB1">
        <w:t>.</w:t>
      </w:r>
    </w:p>
    <w:p w14:paraId="02DA9B4A" w14:textId="77777777" w:rsidR="001B0560" w:rsidRDefault="001B0560" w:rsidP="001B0560">
      <w:pPr>
        <w:spacing w:after="0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0FDCD2A" w14:textId="66ADBD3A" w:rsidR="00934466" w:rsidRPr="002B5D79" w:rsidRDefault="001B0560" w:rsidP="00934466">
      <w:pPr>
        <w:spacing w:after="0" w:line="240" w:lineRule="auto"/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934466" w:rsidRPr="002B5D79">
        <w:t>Posuzovaná stavba spadá do stavby ke zvýšení bezpečnosti úrovňových železničních přejezdů a svým charakterem představuje rekonstrukci, kterou se odstraňují účinky celkového fyzického opotřebení nebo degradace v</w:t>
      </w:r>
      <w:r w:rsidR="006F0AD5">
        <w:t> </w:t>
      </w:r>
      <w:r w:rsidR="00934466" w:rsidRPr="002B5D79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 15.</w:t>
      </w:r>
      <w:r w:rsidR="006F0AD5">
        <w:t> </w:t>
      </w:r>
      <w:r w:rsidR="00934466" w:rsidRPr="002B5D79">
        <w:t>11. 2017 – bod IV. Odlišné postupy, bod 2, písmeno o).</w:t>
      </w: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3AAB8F51" w14:textId="0AB8F4C6" w:rsidR="001B0560" w:rsidRPr="00934466" w:rsidRDefault="001B0560" w:rsidP="001B0560">
      <w:pPr>
        <w:jc w:val="both"/>
      </w:pPr>
      <w:r>
        <w:t>Zabezpečovací zařízení se závorami výrazně zvýší bezpečnost železniční i silniční dopravy a</w:t>
      </w:r>
      <w:r w:rsidR="007567B9">
        <w:t> </w:t>
      </w:r>
      <w:r>
        <w:t xml:space="preserve">bude tak předcházet vzniku mimořádných událostí. </w:t>
      </w:r>
      <w:r w:rsidRPr="00934466">
        <w:t>(</w:t>
      </w:r>
      <w:r w:rsidR="002E70E7" w:rsidRPr="00934466">
        <w:t>na přejezdu je od roku 2010 evidována 1</w:t>
      </w:r>
      <w:r w:rsidRPr="00934466">
        <w:t xml:space="preserve"> nehod</w:t>
      </w:r>
      <w:r w:rsidR="00934466">
        <w:t>a</w:t>
      </w:r>
      <w:r w:rsidRPr="00934466">
        <w:t>)</w:t>
      </w:r>
    </w:p>
    <w:p w14:paraId="62A5D7E9" w14:textId="77777777" w:rsidR="001B0560" w:rsidRDefault="001B0560" w:rsidP="001B0560">
      <w:pPr>
        <w:pStyle w:val="Nadpis4"/>
      </w:pPr>
      <w:r>
        <w:lastRenderedPageBreak/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77777777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 s indikacemi a ovládáním z dispečerského pracoviště Liberec.</w:t>
      </w:r>
    </w:p>
    <w:p w14:paraId="74C8E6BE" w14:textId="77777777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 s indikacemi a ovládáním z dispečerského pracoviště Liberec</w:t>
      </w:r>
      <w:r>
        <w:t>.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t>4. Zajištění plynulosti dopravy</w:t>
      </w:r>
    </w:p>
    <w:p w14:paraId="4696B1A3" w14:textId="0D8488E9" w:rsidR="001B0560" w:rsidRPr="00934466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přejezd </w:t>
      </w:r>
      <w:r w:rsidR="00934466" w:rsidRPr="00934466">
        <w:t>5</w:t>
      </w:r>
      <w:r w:rsidRPr="00934466">
        <w:t>0 km/h;</w:t>
      </w:r>
    </w:p>
    <w:p w14:paraId="1E299508" w14:textId="493661A2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464C6ABA" w14:textId="40AE4AB5" w:rsidR="00C7430B" w:rsidRDefault="00C7430B" w:rsidP="002F15D2">
      <w:pPr>
        <w:pStyle w:val="Odstavecseseznamem"/>
        <w:jc w:val="both"/>
      </w:pPr>
    </w:p>
    <w:p w14:paraId="7974EABA" w14:textId="70D0833B" w:rsidR="00C7430B" w:rsidRDefault="00C7430B" w:rsidP="002F15D2">
      <w:pPr>
        <w:pStyle w:val="Odstavecseseznamem"/>
        <w:jc w:val="both"/>
      </w:pPr>
    </w:p>
    <w:p w14:paraId="0A47662C" w14:textId="4B22CD50" w:rsidR="006F0AD5" w:rsidRDefault="006F0AD5" w:rsidP="002F15D2">
      <w:pPr>
        <w:pStyle w:val="Odstavecseseznamem"/>
        <w:jc w:val="both"/>
      </w:pPr>
    </w:p>
    <w:p w14:paraId="112B4B42" w14:textId="77777777" w:rsidR="006F0AD5" w:rsidRDefault="006F0AD5" w:rsidP="002F15D2">
      <w:pPr>
        <w:pStyle w:val="Odstavecseseznamem"/>
        <w:jc w:val="both"/>
      </w:pP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lastRenderedPageBreak/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77777777" w:rsidR="001B0560" w:rsidRPr="00934466" w:rsidRDefault="001B0560" w:rsidP="001B0560">
      <w:r>
        <w:t xml:space="preserve">Tato zjednodušená dokumentace ve stádiu 2 slouží jako podklad pro schválení investiční akce malého rozsahu v rámci </w:t>
      </w:r>
      <w:r w:rsidR="00C609E5" w:rsidRPr="00934466">
        <w:t>Správy železnic</w:t>
      </w:r>
      <w:r w:rsidRPr="00934466">
        <w:t xml:space="preserve">. </w:t>
      </w:r>
    </w:p>
    <w:p w14:paraId="4AC5EE5E" w14:textId="5B48C307" w:rsidR="001B0560" w:rsidRPr="00934466" w:rsidRDefault="001B0560" w:rsidP="001B0560">
      <w:r w:rsidRPr="00934466">
        <w:t xml:space="preserve">Dne: </w:t>
      </w:r>
      <w:r w:rsidR="00934466">
        <w:t>25.10</w:t>
      </w:r>
      <w:r w:rsidRPr="00934466">
        <w:t>. 20</w:t>
      </w:r>
      <w:r w:rsidR="00C609E5" w:rsidRPr="00934466">
        <w:t>20</w:t>
      </w:r>
    </w:p>
    <w:p w14:paraId="7C7BBAED" w14:textId="611FF32E" w:rsidR="001B0560" w:rsidRPr="00033B61" w:rsidRDefault="001B0560" w:rsidP="002F15D2">
      <w:r w:rsidRPr="00934466">
        <w:t xml:space="preserve">Vypracoval: kolektiv </w:t>
      </w:r>
      <w:r w:rsidR="00C609E5" w:rsidRPr="00934466">
        <w:t>Správy železnic</w:t>
      </w:r>
      <w:r w:rsidRPr="00934466">
        <w:t>,</w:t>
      </w:r>
      <w:r w:rsidR="00934466">
        <w:t xml:space="preserve"> státní organizace,</w:t>
      </w:r>
      <w:r w:rsidRPr="00934466">
        <w:t xml:space="preserve"> </w:t>
      </w:r>
      <w:r w:rsidR="00934466">
        <w:t>Oblastní ředitelství Brno</w:t>
      </w:r>
    </w:p>
    <w:sectPr w:rsidR="001B0560" w:rsidRPr="00033B61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CB747" w14:textId="77777777" w:rsidR="006E1B66" w:rsidRDefault="006E1B66" w:rsidP="00962258">
      <w:pPr>
        <w:spacing w:after="0" w:line="240" w:lineRule="auto"/>
      </w:pPr>
      <w:r>
        <w:separator/>
      </w:r>
    </w:p>
  </w:endnote>
  <w:endnote w:type="continuationSeparator" w:id="0">
    <w:p w14:paraId="52BD698A" w14:textId="77777777" w:rsidR="006E1B66" w:rsidRDefault="006E1B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1CE68EF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20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207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2DF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459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075F000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20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207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D1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13B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45744" w14:textId="77777777" w:rsidR="006E1B66" w:rsidRDefault="006E1B66" w:rsidP="00962258">
      <w:pPr>
        <w:spacing w:after="0" w:line="240" w:lineRule="auto"/>
      </w:pPr>
      <w:r>
        <w:separator/>
      </w:r>
    </w:p>
  </w:footnote>
  <w:footnote w:type="continuationSeparator" w:id="0">
    <w:p w14:paraId="282F7C37" w14:textId="77777777" w:rsidR="006E1B66" w:rsidRDefault="006E1B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37287"/>
    <w:rsid w:val="00072C1E"/>
    <w:rsid w:val="0009765C"/>
    <w:rsid w:val="000A16F0"/>
    <w:rsid w:val="000E23A7"/>
    <w:rsid w:val="000F75ED"/>
    <w:rsid w:val="0010502A"/>
    <w:rsid w:val="0010693F"/>
    <w:rsid w:val="00106F37"/>
    <w:rsid w:val="001125C6"/>
    <w:rsid w:val="00114472"/>
    <w:rsid w:val="00131F82"/>
    <w:rsid w:val="001550BC"/>
    <w:rsid w:val="001602EC"/>
    <w:rsid w:val="001605B9"/>
    <w:rsid w:val="00170EC5"/>
    <w:rsid w:val="001747C1"/>
    <w:rsid w:val="00184743"/>
    <w:rsid w:val="00197633"/>
    <w:rsid w:val="001B0560"/>
    <w:rsid w:val="001C1EE9"/>
    <w:rsid w:val="001F0AB1"/>
    <w:rsid w:val="001F5643"/>
    <w:rsid w:val="00207DF5"/>
    <w:rsid w:val="00216FB9"/>
    <w:rsid w:val="00234744"/>
    <w:rsid w:val="00236218"/>
    <w:rsid w:val="00243DD8"/>
    <w:rsid w:val="00250E89"/>
    <w:rsid w:val="00280E07"/>
    <w:rsid w:val="002C31BF"/>
    <w:rsid w:val="002D08B1"/>
    <w:rsid w:val="002D3AD7"/>
    <w:rsid w:val="002E0CD7"/>
    <w:rsid w:val="002E70E7"/>
    <w:rsid w:val="002F15D2"/>
    <w:rsid w:val="002F5C88"/>
    <w:rsid w:val="003211C2"/>
    <w:rsid w:val="00327192"/>
    <w:rsid w:val="00341DCF"/>
    <w:rsid w:val="0034766A"/>
    <w:rsid w:val="00357BC6"/>
    <w:rsid w:val="00392F4A"/>
    <w:rsid w:val="003956C6"/>
    <w:rsid w:val="00431065"/>
    <w:rsid w:val="00441430"/>
    <w:rsid w:val="00450D11"/>
    <w:rsid w:val="00450F07"/>
    <w:rsid w:val="00453CD3"/>
    <w:rsid w:val="00456CF9"/>
    <w:rsid w:val="00460660"/>
    <w:rsid w:val="00474D32"/>
    <w:rsid w:val="004772B7"/>
    <w:rsid w:val="00486107"/>
    <w:rsid w:val="00491827"/>
    <w:rsid w:val="004B2065"/>
    <w:rsid w:val="004B348C"/>
    <w:rsid w:val="004C1B79"/>
    <w:rsid w:val="004C4399"/>
    <w:rsid w:val="004C787C"/>
    <w:rsid w:val="004D6C28"/>
    <w:rsid w:val="004E143C"/>
    <w:rsid w:val="004E3A53"/>
    <w:rsid w:val="004F20BC"/>
    <w:rsid w:val="004F4B9B"/>
    <w:rsid w:val="004F69EA"/>
    <w:rsid w:val="00501059"/>
    <w:rsid w:val="00511AB9"/>
    <w:rsid w:val="00523EA7"/>
    <w:rsid w:val="00524CA7"/>
    <w:rsid w:val="005360DD"/>
    <w:rsid w:val="00551987"/>
    <w:rsid w:val="00553375"/>
    <w:rsid w:val="00557C28"/>
    <w:rsid w:val="005667DB"/>
    <w:rsid w:val="005736B7"/>
    <w:rsid w:val="00575E5A"/>
    <w:rsid w:val="005E3560"/>
    <w:rsid w:val="005F1404"/>
    <w:rsid w:val="0061068E"/>
    <w:rsid w:val="0061701F"/>
    <w:rsid w:val="0064506A"/>
    <w:rsid w:val="00651BFE"/>
    <w:rsid w:val="00660AD3"/>
    <w:rsid w:val="00677B7F"/>
    <w:rsid w:val="00695CD1"/>
    <w:rsid w:val="006A5570"/>
    <w:rsid w:val="006A689C"/>
    <w:rsid w:val="006B3D79"/>
    <w:rsid w:val="006C07BE"/>
    <w:rsid w:val="006D06B2"/>
    <w:rsid w:val="006D7AFE"/>
    <w:rsid w:val="006E0578"/>
    <w:rsid w:val="006E1B66"/>
    <w:rsid w:val="006E2453"/>
    <w:rsid w:val="006E314D"/>
    <w:rsid w:val="006E60C2"/>
    <w:rsid w:val="006F0AD5"/>
    <w:rsid w:val="006F0DDC"/>
    <w:rsid w:val="007062FE"/>
    <w:rsid w:val="00710723"/>
    <w:rsid w:val="00723ED1"/>
    <w:rsid w:val="00743525"/>
    <w:rsid w:val="007567B9"/>
    <w:rsid w:val="00757F9D"/>
    <w:rsid w:val="0076286B"/>
    <w:rsid w:val="00766846"/>
    <w:rsid w:val="0077111F"/>
    <w:rsid w:val="0077673A"/>
    <w:rsid w:val="007846E1"/>
    <w:rsid w:val="007A3B18"/>
    <w:rsid w:val="007B2728"/>
    <w:rsid w:val="007B570C"/>
    <w:rsid w:val="007C589B"/>
    <w:rsid w:val="007E4A6E"/>
    <w:rsid w:val="007F56A7"/>
    <w:rsid w:val="007F6EC6"/>
    <w:rsid w:val="00805DB5"/>
    <w:rsid w:val="00807DD0"/>
    <w:rsid w:val="00850DFD"/>
    <w:rsid w:val="00865466"/>
    <w:rsid w:val="008659F3"/>
    <w:rsid w:val="00886D4B"/>
    <w:rsid w:val="00895406"/>
    <w:rsid w:val="008A3568"/>
    <w:rsid w:val="008D03B9"/>
    <w:rsid w:val="008F18D6"/>
    <w:rsid w:val="00904780"/>
    <w:rsid w:val="00913E44"/>
    <w:rsid w:val="00914C4D"/>
    <w:rsid w:val="00922385"/>
    <w:rsid w:val="009223DF"/>
    <w:rsid w:val="00923DE9"/>
    <w:rsid w:val="00932D7C"/>
    <w:rsid w:val="00934466"/>
    <w:rsid w:val="00936091"/>
    <w:rsid w:val="00940D8A"/>
    <w:rsid w:val="00962258"/>
    <w:rsid w:val="009678B7"/>
    <w:rsid w:val="00976D3F"/>
    <w:rsid w:val="009833E1"/>
    <w:rsid w:val="00992D9C"/>
    <w:rsid w:val="009934C0"/>
    <w:rsid w:val="00996CB8"/>
    <w:rsid w:val="009A2F80"/>
    <w:rsid w:val="009B14A9"/>
    <w:rsid w:val="009B2E97"/>
    <w:rsid w:val="009E07F4"/>
    <w:rsid w:val="009F392E"/>
    <w:rsid w:val="00A02386"/>
    <w:rsid w:val="00A25D9B"/>
    <w:rsid w:val="00A27C76"/>
    <w:rsid w:val="00A6177B"/>
    <w:rsid w:val="00A66136"/>
    <w:rsid w:val="00A919B5"/>
    <w:rsid w:val="00A933DB"/>
    <w:rsid w:val="00AA4CBB"/>
    <w:rsid w:val="00AA65FA"/>
    <w:rsid w:val="00AA7351"/>
    <w:rsid w:val="00AA78CD"/>
    <w:rsid w:val="00AC4DBC"/>
    <w:rsid w:val="00AD056F"/>
    <w:rsid w:val="00AD1F2D"/>
    <w:rsid w:val="00AD6731"/>
    <w:rsid w:val="00AE00DC"/>
    <w:rsid w:val="00AE268A"/>
    <w:rsid w:val="00AF760B"/>
    <w:rsid w:val="00B15D0D"/>
    <w:rsid w:val="00B15FC1"/>
    <w:rsid w:val="00B406A7"/>
    <w:rsid w:val="00B75EE1"/>
    <w:rsid w:val="00B77481"/>
    <w:rsid w:val="00B8518B"/>
    <w:rsid w:val="00B91B52"/>
    <w:rsid w:val="00BB68D1"/>
    <w:rsid w:val="00BD7E91"/>
    <w:rsid w:val="00BF1C86"/>
    <w:rsid w:val="00C02D0A"/>
    <w:rsid w:val="00C03A6E"/>
    <w:rsid w:val="00C44F6A"/>
    <w:rsid w:val="00C45540"/>
    <w:rsid w:val="00C47AE3"/>
    <w:rsid w:val="00C609E5"/>
    <w:rsid w:val="00C7430B"/>
    <w:rsid w:val="00C75C56"/>
    <w:rsid w:val="00CA6FE4"/>
    <w:rsid w:val="00CD1FC4"/>
    <w:rsid w:val="00D21061"/>
    <w:rsid w:val="00D4108E"/>
    <w:rsid w:val="00D6163D"/>
    <w:rsid w:val="00D73D46"/>
    <w:rsid w:val="00D7415B"/>
    <w:rsid w:val="00D831A3"/>
    <w:rsid w:val="00D94D7D"/>
    <w:rsid w:val="00DA2C26"/>
    <w:rsid w:val="00DC75F3"/>
    <w:rsid w:val="00DD0B3E"/>
    <w:rsid w:val="00DD46F3"/>
    <w:rsid w:val="00DE56F2"/>
    <w:rsid w:val="00DF116D"/>
    <w:rsid w:val="00E1085B"/>
    <w:rsid w:val="00E33B63"/>
    <w:rsid w:val="00E50B63"/>
    <w:rsid w:val="00E8207A"/>
    <w:rsid w:val="00EB104F"/>
    <w:rsid w:val="00EB49F5"/>
    <w:rsid w:val="00ED14BD"/>
    <w:rsid w:val="00EE6F35"/>
    <w:rsid w:val="00F0533E"/>
    <w:rsid w:val="00F0651C"/>
    <w:rsid w:val="00F1048D"/>
    <w:rsid w:val="00F12DEC"/>
    <w:rsid w:val="00F1715C"/>
    <w:rsid w:val="00F310F8"/>
    <w:rsid w:val="00F315B2"/>
    <w:rsid w:val="00F35939"/>
    <w:rsid w:val="00F35AD1"/>
    <w:rsid w:val="00F45607"/>
    <w:rsid w:val="00F50833"/>
    <w:rsid w:val="00F5558F"/>
    <w:rsid w:val="00F659EB"/>
    <w:rsid w:val="00F86BA6"/>
    <w:rsid w:val="00F9236C"/>
    <w:rsid w:val="00FB1BCC"/>
    <w:rsid w:val="00FC6389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16F9F769-C1BE-4137-A6F9-B353F7F5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865D0A-EFFA-47C3-BC45-C8078DF8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157</TotalTime>
  <Pages>6</Pages>
  <Words>1738</Words>
  <Characters>10261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Heuer Jiří, Bc.</cp:lastModifiedBy>
  <cp:revision>18</cp:revision>
  <cp:lastPrinted>2017-11-28T17:18:00Z</cp:lastPrinted>
  <dcterms:created xsi:type="dcterms:W3CDTF">2020-10-25T12:19:00Z</dcterms:created>
  <dcterms:modified xsi:type="dcterms:W3CDTF">2021-01-11T08:25:00Z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